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FAEB3" w14:textId="77777777" w:rsidR="007978D7" w:rsidRPr="007978D7" w:rsidRDefault="007978D7" w:rsidP="007978D7">
      <w:pPr>
        <w:pStyle w:val="VCP-Head"/>
        <w:rPr>
          <w:rFonts w:asciiTheme="majorHAnsi" w:hAnsiTheme="majorHAnsi"/>
        </w:rPr>
      </w:pPr>
      <w:r w:rsidRPr="007978D7">
        <w:rPr>
          <w:rFonts w:asciiTheme="majorHAnsi" w:hAnsiTheme="majorHAnsi"/>
        </w:rPr>
        <w:t>Rüstbrief</w:t>
      </w:r>
    </w:p>
    <w:p w14:paraId="682DABF1" w14:textId="77777777" w:rsidR="007978D7" w:rsidRPr="007978D7" w:rsidRDefault="007978D7" w:rsidP="007978D7">
      <w:pPr>
        <w:pStyle w:val="VCP-Head"/>
        <w:rPr>
          <w:rFonts w:asciiTheme="majorHAnsi" w:hAnsiTheme="majorHAnsi"/>
        </w:rPr>
      </w:pPr>
      <w:r w:rsidRPr="007978D7">
        <w:rPr>
          <w:rFonts w:asciiTheme="majorHAnsi" w:hAnsiTheme="majorHAnsi"/>
        </w:rPr>
        <w:t>Stammeshütte 2022</w:t>
      </w:r>
    </w:p>
    <w:p w14:paraId="5C5E6152" w14:textId="77777777" w:rsidR="007978D7" w:rsidRPr="003C0B57" w:rsidRDefault="007978D7" w:rsidP="007978D7">
      <w:pPr>
        <w:pStyle w:val="Default"/>
        <w:rPr>
          <w:rFonts w:ascii="Arial" w:hAnsi="Arial" w:cs="Arial"/>
        </w:rPr>
      </w:pPr>
    </w:p>
    <w:p w14:paraId="2BC8754F" w14:textId="77777777" w:rsidR="007978D7" w:rsidRPr="003C0B57" w:rsidRDefault="007978D7" w:rsidP="007978D7">
      <w:pPr>
        <w:rPr>
          <w:rFonts w:ascii="Arial" w:hAnsi="Arial" w:cs="Arial"/>
          <w:b/>
          <w:bCs/>
        </w:rPr>
      </w:pPr>
      <w:r w:rsidRPr="6182FCDC">
        <w:rPr>
          <w:rFonts w:ascii="Arial" w:hAnsi="Arial" w:cs="Arial"/>
        </w:rPr>
        <w:t>Bald ist es soweit! Zusammen werden wir ein tolles Wochenende im Freizeitheim Asch bei Blaubeuren verbringen</w:t>
      </w:r>
      <w:r w:rsidRPr="6182FCDC">
        <w:rPr>
          <w:rFonts w:ascii="Segoe UI Emoji" w:hAnsi="Segoe UI Emoji" w:cs="Segoe UI Emoji"/>
        </w:rPr>
        <w:t>.</w:t>
      </w:r>
      <w:r w:rsidRPr="6182FCDC">
        <w:rPr>
          <w:rFonts w:ascii="Arial" w:hAnsi="Arial" w:cs="Arial"/>
        </w:rPr>
        <w:t xml:space="preserve"> Wir treffen uns am </w:t>
      </w:r>
      <w:r w:rsidRPr="6182FCDC">
        <w:rPr>
          <w:rFonts w:ascii="Arial" w:hAnsi="Arial" w:cs="Arial"/>
          <w:b/>
          <w:bCs/>
        </w:rPr>
        <w:t xml:space="preserve">Freitag </w:t>
      </w:r>
      <w:r w:rsidRPr="6182FCDC">
        <w:rPr>
          <w:rFonts w:ascii="Arial" w:hAnsi="Arial" w:cs="Arial"/>
        </w:rPr>
        <w:t xml:space="preserve">den </w:t>
      </w:r>
      <w:r w:rsidRPr="6182FCDC">
        <w:rPr>
          <w:rFonts w:ascii="Arial" w:hAnsi="Arial" w:cs="Arial"/>
          <w:b/>
          <w:bCs/>
        </w:rPr>
        <w:t xml:space="preserve">21.10.2022 </w:t>
      </w:r>
      <w:r w:rsidRPr="6182FCDC">
        <w:rPr>
          <w:rFonts w:ascii="Arial" w:hAnsi="Arial" w:cs="Arial"/>
        </w:rPr>
        <w:t xml:space="preserve">um </w:t>
      </w:r>
      <w:r w:rsidRPr="6182FCDC">
        <w:rPr>
          <w:rFonts w:ascii="Arial" w:hAnsi="Arial" w:cs="Arial"/>
          <w:b/>
          <w:bCs/>
        </w:rPr>
        <w:t xml:space="preserve">16:00 Uhr </w:t>
      </w:r>
      <w:r w:rsidRPr="6182FCDC">
        <w:rPr>
          <w:rFonts w:ascii="Arial" w:hAnsi="Arial" w:cs="Arial"/>
        </w:rPr>
        <w:t xml:space="preserve">an der </w:t>
      </w:r>
      <w:r w:rsidRPr="6182FCDC">
        <w:rPr>
          <w:rFonts w:ascii="Arial" w:hAnsi="Arial" w:cs="Arial"/>
          <w:b/>
          <w:bCs/>
        </w:rPr>
        <w:t>Turn- und Festhalle in XX</w:t>
      </w:r>
      <w:r w:rsidRPr="6182FCDC">
        <w:rPr>
          <w:rFonts w:ascii="Arial" w:hAnsi="Arial" w:cs="Arial"/>
        </w:rPr>
        <w:t xml:space="preserve">. Ganz wichtig: </w:t>
      </w:r>
      <w:r w:rsidRPr="6182FCDC">
        <w:rPr>
          <w:rFonts w:ascii="Arial" w:hAnsi="Arial" w:cs="Arial"/>
          <w:b/>
          <w:bCs/>
        </w:rPr>
        <w:t>Kluft und Halstuch anziehen nicht vergessen!</w:t>
      </w:r>
    </w:p>
    <w:p w14:paraId="44492E77" w14:textId="77777777" w:rsidR="007978D7" w:rsidRPr="003C0B57" w:rsidRDefault="007978D7" w:rsidP="007978D7">
      <w:pPr>
        <w:pStyle w:val="Default"/>
        <w:rPr>
          <w:rFonts w:ascii="Arial" w:hAnsi="Arial" w:cs="Arial"/>
          <w:sz w:val="22"/>
          <w:szCs w:val="22"/>
        </w:rPr>
      </w:pPr>
    </w:p>
    <w:p w14:paraId="4688721B" w14:textId="77777777" w:rsidR="007978D7" w:rsidRDefault="007978D7" w:rsidP="007978D7">
      <w:pPr>
        <w:pStyle w:val="Default"/>
        <w:rPr>
          <w:rFonts w:ascii="Arial" w:hAnsi="Arial" w:cs="Arial"/>
          <w:sz w:val="22"/>
          <w:szCs w:val="22"/>
        </w:rPr>
      </w:pPr>
      <w:r w:rsidRPr="00480AEA">
        <w:rPr>
          <w:rFonts w:ascii="Arial" w:hAnsi="Arial" w:cs="Arial"/>
          <w:b/>
          <w:bCs/>
          <w:sz w:val="22"/>
          <w:szCs w:val="22"/>
        </w:rPr>
        <w:t xml:space="preserve">Rückkehr </w:t>
      </w:r>
      <w:r w:rsidRPr="003C0B57">
        <w:rPr>
          <w:rFonts w:ascii="Arial" w:hAnsi="Arial" w:cs="Arial"/>
          <w:sz w:val="22"/>
          <w:szCs w:val="22"/>
        </w:rPr>
        <w:t xml:space="preserve">wird am </w:t>
      </w:r>
      <w:r w:rsidRPr="00480AEA">
        <w:rPr>
          <w:rFonts w:ascii="Arial" w:hAnsi="Arial" w:cs="Arial"/>
          <w:b/>
          <w:bCs/>
          <w:sz w:val="22"/>
          <w:szCs w:val="22"/>
        </w:rPr>
        <w:t>Sonntag</w:t>
      </w:r>
      <w:r w:rsidRPr="003C0B57">
        <w:rPr>
          <w:rFonts w:ascii="Arial" w:hAnsi="Arial" w:cs="Arial"/>
          <w:sz w:val="22"/>
          <w:szCs w:val="22"/>
        </w:rPr>
        <w:t xml:space="preserve">, den </w:t>
      </w:r>
      <w:r>
        <w:rPr>
          <w:rFonts w:ascii="Arial" w:hAnsi="Arial" w:cs="Arial"/>
          <w:sz w:val="22"/>
          <w:szCs w:val="22"/>
        </w:rPr>
        <w:t>23</w:t>
      </w:r>
      <w:r w:rsidRPr="003C0B5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10</w:t>
      </w:r>
      <w:r w:rsidRPr="003C0B57">
        <w:rPr>
          <w:rFonts w:ascii="Arial" w:hAnsi="Arial" w:cs="Arial"/>
          <w:sz w:val="22"/>
          <w:szCs w:val="22"/>
        </w:rPr>
        <w:t>.202</w:t>
      </w:r>
      <w:r>
        <w:rPr>
          <w:rFonts w:ascii="Arial" w:hAnsi="Arial" w:cs="Arial"/>
          <w:sz w:val="22"/>
          <w:szCs w:val="22"/>
        </w:rPr>
        <w:t>2</w:t>
      </w:r>
      <w:r w:rsidRPr="003C0B57">
        <w:rPr>
          <w:rFonts w:ascii="Arial" w:hAnsi="Arial" w:cs="Arial"/>
          <w:sz w:val="22"/>
          <w:szCs w:val="22"/>
        </w:rPr>
        <w:t xml:space="preserve">, voraussichtlich </w:t>
      </w:r>
      <w:r w:rsidRPr="00480AEA">
        <w:rPr>
          <w:rFonts w:ascii="Arial" w:hAnsi="Arial" w:cs="Arial"/>
          <w:b/>
          <w:bCs/>
          <w:sz w:val="22"/>
          <w:szCs w:val="22"/>
        </w:rPr>
        <w:t>gegen 16:00 Uhr</w:t>
      </w:r>
      <w:r w:rsidRPr="003C0B5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wieder </w:t>
      </w:r>
      <w:r w:rsidRPr="003C0B57">
        <w:rPr>
          <w:rFonts w:ascii="Arial" w:hAnsi="Arial" w:cs="Arial"/>
          <w:sz w:val="22"/>
          <w:szCs w:val="22"/>
        </w:rPr>
        <w:t xml:space="preserve">an der Turn- und Festhalle sein. </w:t>
      </w:r>
    </w:p>
    <w:p w14:paraId="7B8E5EB4" w14:textId="77777777" w:rsidR="007978D7" w:rsidRDefault="007978D7" w:rsidP="007978D7">
      <w:pPr>
        <w:pStyle w:val="Default"/>
        <w:rPr>
          <w:rFonts w:ascii="Arial" w:hAnsi="Arial" w:cs="Arial"/>
          <w:sz w:val="22"/>
          <w:szCs w:val="22"/>
        </w:rPr>
      </w:pPr>
    </w:p>
    <w:p w14:paraId="1FD42AFC" w14:textId="77777777" w:rsidR="007978D7" w:rsidRPr="003C0B57" w:rsidRDefault="007978D7" w:rsidP="007978D7">
      <w:pPr>
        <w:pStyle w:val="Default"/>
        <w:rPr>
          <w:rFonts w:ascii="Arial" w:hAnsi="Arial" w:cs="Arial"/>
          <w:sz w:val="22"/>
          <w:szCs w:val="22"/>
        </w:rPr>
      </w:pPr>
    </w:p>
    <w:p w14:paraId="2981C84F" w14:textId="77777777" w:rsidR="007978D7" w:rsidRDefault="007978D7" w:rsidP="007978D7">
      <w:pPr>
        <w:pStyle w:val="Defaul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3C0B57">
        <w:rPr>
          <w:rFonts w:ascii="Arial" w:hAnsi="Arial" w:cs="Arial"/>
          <w:b/>
          <w:bCs/>
          <w:sz w:val="22"/>
          <w:szCs w:val="22"/>
        </w:rPr>
        <w:t>Pfadis</w:t>
      </w:r>
      <w:proofErr w:type="spellEnd"/>
      <w:r w:rsidRPr="003C0B57">
        <w:rPr>
          <w:rFonts w:ascii="Arial" w:hAnsi="Arial" w:cs="Arial"/>
          <w:b/>
          <w:bCs/>
          <w:sz w:val="22"/>
          <w:szCs w:val="22"/>
        </w:rPr>
        <w:t xml:space="preserve"> gehen mit Rucksack auf Fahrt! In diesen packst du Folgendes: </w:t>
      </w:r>
    </w:p>
    <w:p w14:paraId="72EE5277" w14:textId="77777777" w:rsidR="007978D7" w:rsidRPr="003C0B57" w:rsidRDefault="007978D7" w:rsidP="007978D7">
      <w:pPr>
        <w:pStyle w:val="Default"/>
        <w:rPr>
          <w:rFonts w:ascii="Arial" w:hAnsi="Arial" w:cs="Arial"/>
          <w:sz w:val="22"/>
          <w:szCs w:val="22"/>
        </w:rPr>
      </w:pPr>
    </w:p>
    <w:p w14:paraId="3BDEA248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</w:t>
      </w:r>
      <w:r>
        <w:rPr>
          <w:rFonts w:ascii="Arial" w:hAnsi="Arial" w:cs="Arial"/>
          <w:sz w:val="22"/>
          <w:szCs w:val="22"/>
        </w:rPr>
        <w:t xml:space="preserve">angemessene </w:t>
      </w:r>
      <w:r w:rsidRPr="003C0B57">
        <w:rPr>
          <w:rFonts w:ascii="Arial" w:hAnsi="Arial" w:cs="Arial"/>
          <w:sz w:val="22"/>
          <w:szCs w:val="22"/>
        </w:rPr>
        <w:t>Kleidung für gutes</w:t>
      </w:r>
      <w:r>
        <w:rPr>
          <w:rFonts w:ascii="Arial" w:hAnsi="Arial" w:cs="Arial"/>
          <w:sz w:val="22"/>
          <w:szCs w:val="22"/>
        </w:rPr>
        <w:t xml:space="preserve"> </w:t>
      </w:r>
      <w:r w:rsidRPr="003C0B57">
        <w:rPr>
          <w:rFonts w:ascii="Arial" w:hAnsi="Arial" w:cs="Arial"/>
          <w:sz w:val="22"/>
          <w:szCs w:val="22"/>
        </w:rPr>
        <w:t xml:space="preserve">und schlechtes, kaltes Wetter </w:t>
      </w:r>
    </w:p>
    <w:p w14:paraId="67047228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Kluft &amp; Halstuch und </w:t>
      </w:r>
      <w:proofErr w:type="spellStart"/>
      <w:r w:rsidRPr="003C0B57">
        <w:rPr>
          <w:rFonts w:ascii="Arial" w:hAnsi="Arial" w:cs="Arial"/>
          <w:sz w:val="22"/>
          <w:szCs w:val="22"/>
        </w:rPr>
        <w:t>Pfadipulli</w:t>
      </w:r>
      <w:proofErr w:type="spellEnd"/>
      <w:r w:rsidRPr="003C0B57">
        <w:rPr>
          <w:rFonts w:ascii="Arial" w:hAnsi="Arial" w:cs="Arial"/>
          <w:sz w:val="22"/>
          <w:szCs w:val="22"/>
        </w:rPr>
        <w:t xml:space="preserve"> </w:t>
      </w:r>
    </w:p>
    <w:p w14:paraId="309C45BE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einen warmen Pulli, mit dem man abends auch draußen nicht friert, z.B.: </w:t>
      </w:r>
      <w:proofErr w:type="spellStart"/>
      <w:r w:rsidRPr="003C0B57">
        <w:rPr>
          <w:rFonts w:ascii="Arial" w:hAnsi="Arial" w:cs="Arial"/>
          <w:sz w:val="22"/>
          <w:szCs w:val="22"/>
        </w:rPr>
        <w:t>Pfadipulli</w:t>
      </w:r>
      <w:proofErr w:type="spellEnd"/>
      <w:r w:rsidRPr="003C0B57">
        <w:rPr>
          <w:rFonts w:ascii="Arial" w:hAnsi="Arial" w:cs="Arial"/>
          <w:sz w:val="22"/>
          <w:szCs w:val="22"/>
        </w:rPr>
        <w:t xml:space="preserve"> </w:t>
      </w:r>
    </w:p>
    <w:p w14:paraId="762C625C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Unterwäsche </w:t>
      </w:r>
    </w:p>
    <w:p w14:paraId="1FC6698C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Schlafanzug </w:t>
      </w:r>
    </w:p>
    <w:p w14:paraId="19CBD8BC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Regenschutz </w:t>
      </w:r>
    </w:p>
    <w:p w14:paraId="3C46529A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Festes, wasserdichtes Schuhwerk für draußen (Wanderstiefel) </w:t>
      </w:r>
    </w:p>
    <w:p w14:paraId="70DBC186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Hausschuhe/Turnschuhe </w:t>
      </w:r>
    </w:p>
    <w:p w14:paraId="399C1AE1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Handtuch/Waschzeug (Bürste, Creme, Shampoo, Zahnbürste, etc.) </w:t>
      </w:r>
    </w:p>
    <w:p w14:paraId="34C0047A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Taschenlampe (keine große, klobige, ne kleine tut’s auch!!) </w:t>
      </w:r>
    </w:p>
    <w:p w14:paraId="457894E3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Taschenmesser </w:t>
      </w:r>
    </w:p>
    <w:p w14:paraId="3DF496C4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unzerbrechliche Trinkflasche und Vesperdose </w:t>
      </w:r>
    </w:p>
    <w:p w14:paraId="6B48AFEC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Liederbuch und Schreibzeug </w:t>
      </w:r>
    </w:p>
    <w:p w14:paraId="5E91DEF4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Ausweis/Impfpass/Krankenkassenkarte </w:t>
      </w:r>
    </w:p>
    <w:p w14:paraId="1D2317FA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wer möchte: Tischtennisschläger und -bälle </w:t>
      </w:r>
    </w:p>
    <w:p w14:paraId="665B836C" w14:textId="77777777" w:rsidR="007978D7" w:rsidRPr="003C0B57" w:rsidRDefault="007978D7" w:rsidP="007978D7">
      <w:pPr>
        <w:pStyle w:val="Default"/>
        <w:spacing w:after="62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Dinge des persönlichen Bedarfs (Brille, Teddy, Medikamente, Kamera, Taschengeld…) </w:t>
      </w:r>
    </w:p>
    <w:p w14:paraId="5FCDA983" w14:textId="77777777" w:rsidR="007978D7" w:rsidRPr="003C0B57" w:rsidRDefault="007978D7" w:rsidP="007978D7">
      <w:pPr>
        <w:pStyle w:val="Default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□ </w:t>
      </w:r>
      <w:r w:rsidRPr="003C0B57">
        <w:rPr>
          <w:rFonts w:ascii="Arial" w:hAnsi="Arial" w:cs="Arial"/>
          <w:b/>
          <w:bCs/>
          <w:sz w:val="22"/>
          <w:szCs w:val="22"/>
        </w:rPr>
        <w:t xml:space="preserve">3-teilige Bettwäsche </w:t>
      </w:r>
      <w:r w:rsidRPr="003C0B57">
        <w:rPr>
          <w:rFonts w:ascii="Arial" w:hAnsi="Arial" w:cs="Arial"/>
          <w:sz w:val="22"/>
          <w:szCs w:val="22"/>
        </w:rPr>
        <w:t xml:space="preserve">(Spannbetttuch, Deckenbezug, Kissenbezug) </w:t>
      </w:r>
    </w:p>
    <w:p w14:paraId="6FECFA47" w14:textId="77777777" w:rsidR="007978D7" w:rsidRPr="003C0B57" w:rsidRDefault="007978D7" w:rsidP="007978D7">
      <w:pPr>
        <w:pStyle w:val="Default"/>
        <w:rPr>
          <w:rFonts w:ascii="Arial" w:hAnsi="Arial" w:cs="Arial"/>
          <w:sz w:val="22"/>
          <w:szCs w:val="22"/>
        </w:rPr>
      </w:pPr>
    </w:p>
    <w:p w14:paraId="714A6103" w14:textId="77777777" w:rsidR="007978D7" w:rsidRDefault="007978D7" w:rsidP="007978D7">
      <w:pPr>
        <w:pStyle w:val="Default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Bitte beachte, dass wir nur ein Wochenende weg sind. Nimm also nicht zu viel mit! </w:t>
      </w:r>
    </w:p>
    <w:p w14:paraId="4D78AD98" w14:textId="77777777" w:rsidR="007978D7" w:rsidRDefault="007978D7" w:rsidP="007978D7">
      <w:pPr>
        <w:pStyle w:val="Default"/>
        <w:rPr>
          <w:rFonts w:ascii="Arial" w:hAnsi="Arial" w:cs="Arial"/>
          <w:sz w:val="22"/>
          <w:szCs w:val="22"/>
        </w:rPr>
      </w:pPr>
    </w:p>
    <w:p w14:paraId="29A883A6" w14:textId="77777777" w:rsidR="007978D7" w:rsidRDefault="007978D7" w:rsidP="007978D7">
      <w:pPr>
        <w:pStyle w:val="Default"/>
        <w:rPr>
          <w:rFonts w:ascii="Arial" w:hAnsi="Arial" w:cs="Arial"/>
          <w:sz w:val="22"/>
          <w:szCs w:val="22"/>
        </w:rPr>
      </w:pPr>
    </w:p>
    <w:p w14:paraId="40CF5291" w14:textId="77777777" w:rsidR="007978D7" w:rsidRDefault="007978D7" w:rsidP="007978D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Solltet ihr keinen passenden Rucksack haben oder Fragen zum packen des Rucksackes haben meldet euch bei euren Sippenleitern oder bei Tobias Kahl (Kontaktdaten unten)</w:t>
      </w:r>
    </w:p>
    <w:p w14:paraId="6C9F67A7" w14:textId="77777777" w:rsidR="007978D7" w:rsidRDefault="007978D7" w:rsidP="007978D7">
      <w:pPr>
        <w:pStyle w:val="Default"/>
        <w:rPr>
          <w:rFonts w:ascii="Arial" w:hAnsi="Arial" w:cs="Arial"/>
          <w:sz w:val="22"/>
          <w:szCs w:val="22"/>
        </w:rPr>
      </w:pPr>
    </w:p>
    <w:p w14:paraId="3A586FD9" w14:textId="77777777" w:rsidR="007978D7" w:rsidRPr="003C0B57" w:rsidRDefault="007978D7" w:rsidP="007978D7">
      <w:pPr>
        <w:pStyle w:val="Default"/>
        <w:rPr>
          <w:rFonts w:ascii="Arial" w:hAnsi="Arial" w:cs="Arial"/>
          <w:sz w:val="22"/>
          <w:szCs w:val="22"/>
        </w:rPr>
      </w:pPr>
    </w:p>
    <w:p w14:paraId="6DC7AD2C" w14:textId="77777777" w:rsidR="007978D7" w:rsidRPr="003C0B57" w:rsidRDefault="007978D7" w:rsidP="007978D7">
      <w:pPr>
        <w:pStyle w:val="Default"/>
        <w:rPr>
          <w:rFonts w:ascii="Arial" w:hAnsi="Arial" w:cs="Arial"/>
          <w:sz w:val="22"/>
          <w:szCs w:val="22"/>
        </w:rPr>
      </w:pPr>
      <w:r w:rsidRPr="6182FCDC">
        <w:rPr>
          <w:rFonts w:ascii="Arial" w:hAnsi="Arial" w:cs="Arial"/>
          <w:sz w:val="22"/>
          <w:szCs w:val="22"/>
        </w:rPr>
        <w:t xml:space="preserve">Besuche von Eltern sowie Handys und Musikabspielgeräte sind aus gruppendynamischen Gründen nicht gestattet. In Notfällen ist der AK unter folgender Nummer zu erreichen </w:t>
      </w:r>
      <w:r w:rsidRPr="6182FCDC">
        <w:rPr>
          <w:rFonts w:ascii="Arial" w:hAnsi="Arial" w:cs="Arial"/>
          <w:color w:val="auto"/>
          <w:sz w:val="22"/>
          <w:szCs w:val="22"/>
        </w:rPr>
        <w:t>012334566 (Person A)</w:t>
      </w:r>
      <w:r w:rsidRPr="6182FCDC">
        <w:rPr>
          <w:rFonts w:ascii="Arial" w:hAnsi="Arial" w:cs="Arial"/>
          <w:sz w:val="22"/>
          <w:szCs w:val="22"/>
        </w:rPr>
        <w:t xml:space="preserve">. </w:t>
      </w:r>
    </w:p>
    <w:p w14:paraId="204B6CEB" w14:textId="77777777" w:rsidR="007978D7" w:rsidRPr="003C0B57" w:rsidRDefault="007978D7" w:rsidP="007978D7">
      <w:pPr>
        <w:pStyle w:val="Default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Viel Spaß beim Packen, </w:t>
      </w:r>
    </w:p>
    <w:p w14:paraId="089E37A2" w14:textId="77777777" w:rsidR="007978D7" w:rsidRPr="003C0B57" w:rsidRDefault="007978D7" w:rsidP="007978D7">
      <w:pPr>
        <w:pStyle w:val="Default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dein Stammeshütten- AK </w:t>
      </w:r>
    </w:p>
    <w:p w14:paraId="38C90789" w14:textId="77777777" w:rsidR="007978D7" w:rsidRPr="003C0B57" w:rsidRDefault="007978D7" w:rsidP="007978D7">
      <w:pPr>
        <w:pStyle w:val="Default"/>
        <w:rPr>
          <w:rFonts w:ascii="Arial" w:hAnsi="Arial" w:cs="Arial"/>
          <w:sz w:val="22"/>
          <w:szCs w:val="22"/>
        </w:rPr>
      </w:pPr>
      <w:r w:rsidRPr="003C0B57">
        <w:rPr>
          <w:rFonts w:ascii="Arial" w:hAnsi="Arial" w:cs="Arial"/>
          <w:sz w:val="22"/>
          <w:szCs w:val="22"/>
        </w:rPr>
        <w:t xml:space="preserve">Bei Fragen: </w:t>
      </w:r>
    </w:p>
    <w:p w14:paraId="56354D8E" w14:textId="49CE0F20" w:rsidR="000848BF" w:rsidRPr="007978D7" w:rsidRDefault="007978D7" w:rsidP="007978D7">
      <w:pPr>
        <w:rPr>
          <w:rFonts w:ascii="Arial" w:hAnsi="Arial" w:cs="Arial"/>
        </w:rPr>
      </w:pPr>
      <w:r w:rsidRPr="6182FCDC">
        <w:rPr>
          <w:rFonts w:ascii="Arial" w:hAnsi="Arial" w:cs="Arial"/>
        </w:rPr>
        <w:t>0123456789 (Person A)</w:t>
      </w:r>
      <w:bookmarkStart w:id="0" w:name="_GoBack"/>
      <w:bookmarkEnd w:id="0"/>
    </w:p>
    <w:sectPr w:rsidR="000848BF" w:rsidRPr="007978D7" w:rsidSect="00204D37">
      <w:headerReference w:type="default" r:id="rId11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B29D8" w14:textId="77777777" w:rsidR="005B781B" w:rsidRDefault="005B781B" w:rsidP="00204D37">
      <w:r>
        <w:separator/>
      </w:r>
    </w:p>
  </w:endnote>
  <w:endnote w:type="continuationSeparator" w:id="0">
    <w:p w14:paraId="3236C255" w14:textId="77777777" w:rsidR="005B781B" w:rsidRDefault="005B781B" w:rsidP="0020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2BE30" w14:textId="77777777" w:rsidR="005B781B" w:rsidRDefault="005B781B" w:rsidP="00204D37">
      <w:r>
        <w:separator/>
      </w:r>
    </w:p>
  </w:footnote>
  <w:footnote w:type="continuationSeparator" w:id="0">
    <w:p w14:paraId="53EB8CAE" w14:textId="77777777" w:rsidR="005B781B" w:rsidRDefault="005B781B" w:rsidP="00204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2A35C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8508C82" wp14:editId="652B2201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6"/>
        <w:szCs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81B"/>
    <w:rsid w:val="00031246"/>
    <w:rsid w:val="00204D37"/>
    <w:rsid w:val="005B781B"/>
    <w:rsid w:val="007978D7"/>
    <w:rsid w:val="00844C5D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D7C34"/>
  <w15:chartTrackingRefBased/>
  <w15:docId w15:val="{9B485529-3F9C-49B6-AFA9-84696AFA8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B78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  <w:style w:type="paragraph" w:customStyle="1" w:styleId="Default">
    <w:name w:val="Default"/>
    <w:rsid w:val="007978D7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http://schemas.openxmlformats.org/package/2006/metadata/core-properties"/>
    <ds:schemaRef ds:uri="http://schemas.microsoft.com/office/2006/documentManagement/types"/>
    <ds:schemaRef ds:uri="3405544e-a167-45e6-84ee-6c0db734b0d2"/>
    <ds:schemaRef ds:uri="http://purl.org/dc/elements/1.1/"/>
    <ds:schemaRef ds:uri="http://schemas.microsoft.com/office/2006/metadata/properties"/>
    <ds:schemaRef ds:uri="b8dd630b-f7be-489c-91af-742c322d58f7"/>
    <ds:schemaRef ds:uri="http://schemas.microsoft.com/office/infopath/2007/PartnerControl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8081B9-C157-430E-8AAC-912547860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243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2</cp:revision>
  <dcterms:created xsi:type="dcterms:W3CDTF">2024-03-14T12:50:00Z</dcterms:created>
  <dcterms:modified xsi:type="dcterms:W3CDTF">2024-03-14T12:50:00Z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